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CAF" w:rsidRDefault="002A4CAF" w:rsidP="002A4CAF">
      <w:pPr>
        <w:pStyle w:val="a7"/>
        <w:jc w:val="center"/>
        <w:rPr>
          <w:rFonts w:ascii="Arial" w:hAnsi="Arial"/>
          <w:b/>
          <w:sz w:val="24"/>
          <w:szCs w:val="24"/>
        </w:rPr>
      </w:pPr>
    </w:p>
    <w:p w:rsidR="00FE62A7" w:rsidRDefault="00FE62A7" w:rsidP="00FE62A7">
      <w:pPr>
        <w:pStyle w:val="a7"/>
        <w:jc w:val="center"/>
        <w:rPr>
          <w:rFonts w:ascii="Arial" w:hAnsi="Arial"/>
          <w:b/>
          <w:sz w:val="24"/>
          <w:szCs w:val="24"/>
        </w:rPr>
      </w:pPr>
    </w:p>
    <w:p w:rsidR="00FE62A7" w:rsidRDefault="00FE62A7" w:rsidP="00FE62A7">
      <w:pPr>
        <w:pStyle w:val="a7"/>
        <w:jc w:val="center"/>
        <w:rPr>
          <w:rFonts w:ascii="Arial" w:hAnsi="Arial"/>
          <w:b/>
          <w:sz w:val="24"/>
          <w:szCs w:val="24"/>
        </w:rPr>
      </w:pPr>
    </w:p>
    <w:p w:rsidR="00FE62A7" w:rsidRPr="002E2B9E" w:rsidRDefault="00FE62A7" w:rsidP="00FE62A7">
      <w:pPr>
        <w:pStyle w:val="a7"/>
        <w:jc w:val="center"/>
        <w:rPr>
          <w:rFonts w:ascii="Arial" w:hAnsi="Arial"/>
          <w:b/>
          <w:sz w:val="24"/>
          <w:szCs w:val="24"/>
        </w:rPr>
      </w:pPr>
      <w:r w:rsidRPr="002E2B9E">
        <w:rPr>
          <w:rFonts w:ascii="Arial" w:hAnsi="Arial"/>
          <w:b/>
          <w:sz w:val="24"/>
          <w:szCs w:val="24"/>
        </w:rPr>
        <w:t xml:space="preserve">ПЕРЕЧЕНЬ </w:t>
      </w:r>
    </w:p>
    <w:p w:rsidR="00FE62A7" w:rsidRPr="002E2B9E" w:rsidRDefault="00FE62A7" w:rsidP="00FE62A7">
      <w:pPr>
        <w:pStyle w:val="a7"/>
        <w:jc w:val="center"/>
        <w:rPr>
          <w:rFonts w:ascii="Arial" w:hAnsi="Arial"/>
          <w:b/>
          <w:sz w:val="24"/>
          <w:szCs w:val="24"/>
        </w:rPr>
      </w:pPr>
      <w:r w:rsidRPr="002E2B9E">
        <w:rPr>
          <w:rFonts w:ascii="Arial" w:hAnsi="Arial"/>
          <w:b/>
          <w:sz w:val="24"/>
          <w:szCs w:val="24"/>
        </w:rPr>
        <w:t xml:space="preserve">ОТМЕНЯЕМЫХ ДОКУМЕНТОВ </w:t>
      </w:r>
      <w:r>
        <w:rPr>
          <w:rFonts w:ascii="Arial" w:hAnsi="Arial"/>
          <w:b/>
          <w:sz w:val="24"/>
          <w:szCs w:val="24"/>
        </w:rPr>
        <w:t xml:space="preserve">ПО </w:t>
      </w:r>
      <w:r w:rsidRPr="002E2B9E">
        <w:rPr>
          <w:rFonts w:ascii="Arial" w:hAnsi="Arial"/>
          <w:b/>
          <w:sz w:val="24"/>
          <w:szCs w:val="24"/>
        </w:rPr>
        <w:t>МЕЖГОСУДАРСТВЕНН</w:t>
      </w:r>
      <w:r>
        <w:rPr>
          <w:rFonts w:ascii="Arial" w:hAnsi="Arial"/>
          <w:b/>
          <w:sz w:val="24"/>
          <w:szCs w:val="24"/>
        </w:rPr>
        <w:t>ОЙ</w:t>
      </w:r>
      <w:r w:rsidRPr="002E2B9E"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>СТАНДАРТИЗАЦИИ</w:t>
      </w:r>
      <w:r w:rsidRPr="002E2B9E">
        <w:rPr>
          <w:rFonts w:ascii="Arial" w:hAnsi="Arial"/>
          <w:b/>
          <w:sz w:val="24"/>
          <w:szCs w:val="24"/>
        </w:rPr>
        <w:t xml:space="preserve"> </w:t>
      </w:r>
    </w:p>
    <w:p w:rsidR="00FE62A7" w:rsidRDefault="00FE62A7" w:rsidP="00FE62A7">
      <w:pPr>
        <w:jc w:val="center"/>
        <w:rPr>
          <w:sz w:val="19"/>
          <w:szCs w:val="19"/>
        </w:rPr>
      </w:pPr>
    </w:p>
    <w:tbl>
      <w:tblPr>
        <w:tblW w:w="10434" w:type="dxa"/>
        <w:jc w:val="center"/>
        <w:tblLayout w:type="fixed"/>
        <w:tblLook w:val="0000" w:firstRow="0" w:lastRow="0" w:firstColumn="0" w:lastColumn="0" w:noHBand="0" w:noVBand="0"/>
      </w:tblPr>
      <w:tblGrid>
        <w:gridCol w:w="511"/>
        <w:gridCol w:w="2269"/>
        <w:gridCol w:w="3969"/>
        <w:gridCol w:w="1417"/>
        <w:gridCol w:w="2268"/>
      </w:tblGrid>
      <w:tr w:rsidR="00FE62A7" w:rsidTr="00E6286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2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E62A7" w:rsidRDefault="00FE62A7" w:rsidP="00E62868">
            <w:pPr>
              <w:spacing w:before="20" w:after="2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Обозначение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E62A7" w:rsidRPr="004F41E2" w:rsidRDefault="00FE62A7" w:rsidP="00E62868">
            <w:pPr>
              <w:spacing w:before="20" w:after="20"/>
              <w:jc w:val="center"/>
              <w:rPr>
                <w:b/>
                <w:bCs/>
                <w:sz w:val="19"/>
                <w:szCs w:val="19"/>
              </w:rPr>
            </w:pPr>
            <w:r w:rsidRPr="004F41E2">
              <w:rPr>
                <w:b/>
                <w:bCs/>
                <w:sz w:val="19"/>
                <w:szCs w:val="19"/>
              </w:rPr>
              <w:t>Наименование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E62A7" w:rsidRPr="001D68DD" w:rsidRDefault="00FE62A7" w:rsidP="00E62868">
            <w:pPr>
              <w:spacing w:before="20" w:after="2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Проголос</w:t>
            </w:r>
            <w:r>
              <w:rPr>
                <w:b/>
                <w:bCs/>
                <w:sz w:val="19"/>
                <w:szCs w:val="19"/>
              </w:rPr>
              <w:t>о</w:t>
            </w:r>
            <w:r>
              <w:rPr>
                <w:b/>
                <w:bCs/>
                <w:sz w:val="19"/>
                <w:szCs w:val="19"/>
              </w:rPr>
              <w:t xml:space="preserve">вали за </w:t>
            </w:r>
            <w:r>
              <w:rPr>
                <w:b/>
                <w:bCs/>
                <w:sz w:val="19"/>
                <w:szCs w:val="19"/>
              </w:rPr>
              <w:br/>
              <w:t>о</w:t>
            </w:r>
            <w:r>
              <w:rPr>
                <w:b/>
                <w:bCs/>
                <w:sz w:val="19"/>
                <w:szCs w:val="19"/>
              </w:rPr>
              <w:t>т</w:t>
            </w:r>
            <w:r>
              <w:rPr>
                <w:b/>
                <w:bCs/>
                <w:sz w:val="19"/>
                <w:szCs w:val="19"/>
              </w:rPr>
              <w:t>мену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E62A7" w:rsidRPr="00C32D14" w:rsidRDefault="00FE62A7" w:rsidP="00E62868">
            <w:pPr>
              <w:spacing w:before="20" w:after="2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Примечание</w:t>
            </w:r>
          </w:p>
        </w:tc>
      </w:tr>
      <w:tr w:rsidR="00FE62A7" w:rsidRPr="00973F45" w:rsidTr="00E6286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9665D7" w:rsidRDefault="00FE62A7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Default="00FE62A7" w:rsidP="00E62868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ГОСТ 12.4.007‒74 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6869C2" w:rsidRDefault="00FE62A7" w:rsidP="00E62868">
            <w:pPr>
              <w:adjustRightInd/>
            </w:pPr>
            <w:r w:rsidRPr="006869C2">
              <w:t>Система стандартов безопасности тр</w:t>
            </w:r>
            <w:r w:rsidRPr="006869C2">
              <w:t>у</w:t>
            </w:r>
            <w:r w:rsidRPr="006869C2">
              <w:t>да. Средства индивидуальной з</w:t>
            </w:r>
            <w:r w:rsidRPr="006869C2">
              <w:t>а</w:t>
            </w:r>
            <w:r w:rsidRPr="006869C2">
              <w:t xml:space="preserve">щиты органов дыхания. Метод определения температуры вдыхаемого воздуха 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2A4CAF" w:rsidRDefault="00FE62A7" w:rsidP="00E62868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AM KZ KG MD RU TJ </w:t>
            </w:r>
            <w:r w:rsidR="002B66FB">
              <w:rPr>
                <w:lang w:val="en-US"/>
              </w:rPr>
              <w:t xml:space="preserve">UZ </w:t>
            </w:r>
            <w:r>
              <w:rPr>
                <w:lang w:val="en-US"/>
              </w:rPr>
              <w:t>UA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267D46" w:rsidRDefault="00FE62A7" w:rsidP="00E62868">
            <w:pPr>
              <w:adjustRightInd/>
              <w:spacing w:before="80"/>
              <w:rPr>
                <w:sz w:val="16"/>
                <w:szCs w:val="16"/>
              </w:rPr>
            </w:pPr>
            <w:r>
              <w:t>Принят</w:t>
            </w:r>
            <w:r>
              <w:rPr>
                <w:lang w:val="en-US"/>
              </w:rPr>
              <w:t xml:space="preserve"> </w:t>
            </w:r>
            <w:r>
              <w:br/>
            </w:r>
            <w:r w:rsidRPr="00CD04A4">
              <w:t>ГОСТ 12.4.291‒2015</w:t>
            </w:r>
          </w:p>
        </w:tc>
      </w:tr>
      <w:tr w:rsidR="00FE62A7" w:rsidRPr="00A560CA" w:rsidTr="00E6286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973F45" w:rsidRDefault="00FE62A7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Default="00FE62A7" w:rsidP="00E62868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ГОСТ 379‒95 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6869C2" w:rsidRDefault="00FE62A7" w:rsidP="00E62868">
            <w:pPr>
              <w:adjustRightInd/>
            </w:pPr>
            <w:r w:rsidRPr="006869C2">
              <w:t>Кирпич и камни силикатные. Технич</w:t>
            </w:r>
            <w:r w:rsidRPr="006869C2">
              <w:t>е</w:t>
            </w:r>
            <w:r w:rsidRPr="006869C2">
              <w:t xml:space="preserve">ские условия 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Default="00FE62A7" w:rsidP="00FE62A7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AM BY KZ KG MD RU TJ </w:t>
            </w:r>
            <w:r w:rsidR="002B66FB">
              <w:rPr>
                <w:lang w:val="en-US"/>
              </w:rPr>
              <w:t xml:space="preserve">UZ </w:t>
            </w:r>
            <w:r>
              <w:rPr>
                <w:lang w:val="en-US"/>
              </w:rPr>
              <w:t>UA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Default="00FE62A7" w:rsidP="00E62868">
            <w:pPr>
              <w:adjustRightInd/>
              <w:rPr>
                <w:lang w:val="en-US"/>
              </w:rPr>
            </w:pPr>
            <w:r>
              <w:t>Принят</w:t>
            </w:r>
            <w:r>
              <w:rPr>
                <w:lang w:val="en-US"/>
              </w:rPr>
              <w:t xml:space="preserve"> </w:t>
            </w:r>
            <w:r>
              <w:br/>
            </w:r>
            <w:r>
              <w:rPr>
                <w:lang w:val="en-US"/>
              </w:rPr>
              <w:t xml:space="preserve">ГОСТ 379‒2015 </w:t>
            </w:r>
          </w:p>
        </w:tc>
      </w:tr>
      <w:tr w:rsidR="00FE62A7" w:rsidRPr="00A560CA" w:rsidTr="00E6286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973F45" w:rsidRDefault="00FE62A7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Default="00FE62A7" w:rsidP="00E62868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>ГОСТ 16372‒93</w:t>
            </w:r>
            <w:r>
              <w:rPr>
                <w:lang w:val="en-US"/>
              </w:rPr>
              <w:br/>
              <w:t xml:space="preserve">(МЭК 34-9-90) 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6869C2" w:rsidRDefault="00FE62A7" w:rsidP="00E62868">
            <w:pPr>
              <w:adjustRightInd/>
            </w:pPr>
            <w:r w:rsidRPr="006869C2">
              <w:t>Машины электрические вращающиеся. Допуст</w:t>
            </w:r>
            <w:r w:rsidRPr="006869C2">
              <w:t>и</w:t>
            </w:r>
            <w:r w:rsidRPr="006869C2">
              <w:t xml:space="preserve">мые уровни шума 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Default="00FE62A7" w:rsidP="00E62868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>AM KZ KG MD RU UA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Default="00FE62A7" w:rsidP="00E62868">
            <w:pPr>
              <w:adjustRightInd/>
              <w:rPr>
                <w:lang w:val="en-US"/>
              </w:rPr>
            </w:pPr>
            <w:r>
              <w:t>Принят</w:t>
            </w:r>
            <w:r>
              <w:rPr>
                <w:lang w:val="en-US"/>
              </w:rPr>
              <w:t xml:space="preserve"> </w:t>
            </w:r>
            <w:r>
              <w:br/>
            </w:r>
            <w:r>
              <w:rPr>
                <w:lang w:val="en-US"/>
              </w:rPr>
              <w:t xml:space="preserve">ГОСТ IEC 60034-9‒2014 </w:t>
            </w:r>
          </w:p>
        </w:tc>
      </w:tr>
      <w:tr w:rsidR="00FE62A7" w:rsidRPr="00A560CA" w:rsidTr="00E6286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973F45" w:rsidRDefault="00FE62A7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Default="00FE62A7" w:rsidP="00E62868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>ГОСТ 20815‒93</w:t>
            </w:r>
            <w:r>
              <w:rPr>
                <w:lang w:val="en-US"/>
              </w:rPr>
              <w:br/>
              <w:t xml:space="preserve">(МЭК 34-14-88) 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6869C2" w:rsidRDefault="00FE62A7" w:rsidP="00E62868">
            <w:pPr>
              <w:adjustRightInd/>
            </w:pPr>
            <w:r w:rsidRPr="006869C2">
              <w:t>Машины электрические вращающиеся. Механическая вибрация некоторых в</w:t>
            </w:r>
            <w:r w:rsidRPr="006869C2">
              <w:t>и</w:t>
            </w:r>
            <w:r w:rsidRPr="006869C2">
              <w:t>дов машин с выс</w:t>
            </w:r>
            <w:r w:rsidRPr="006869C2">
              <w:t>о</w:t>
            </w:r>
            <w:r w:rsidRPr="006869C2">
              <w:t>той оси вращения 56 мм и более. Измерение, оценка и доп</w:t>
            </w:r>
            <w:r w:rsidRPr="006869C2">
              <w:t>у</w:t>
            </w:r>
            <w:r w:rsidRPr="006869C2">
              <w:t xml:space="preserve">стимые значения 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AA1CC4" w:rsidRDefault="00FE62A7" w:rsidP="00E62868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>AM KZ KG MD RU TJ UA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CD04A4" w:rsidRDefault="00FE62A7" w:rsidP="00E62868">
            <w:pPr>
              <w:adjustRightInd/>
            </w:pPr>
            <w:r>
              <w:t>Принят</w:t>
            </w:r>
            <w:r>
              <w:rPr>
                <w:lang w:val="en-US"/>
              </w:rPr>
              <w:t xml:space="preserve"> </w:t>
            </w:r>
            <w:r>
              <w:br/>
            </w:r>
            <w:r w:rsidRPr="00CD04A4">
              <w:t xml:space="preserve">ГОСТ </w:t>
            </w:r>
            <w:r>
              <w:rPr>
                <w:lang w:val="en-US"/>
              </w:rPr>
              <w:t>IEC</w:t>
            </w:r>
            <w:r w:rsidRPr="00CD04A4">
              <w:t xml:space="preserve"> 60034-14‒2014 </w:t>
            </w:r>
          </w:p>
        </w:tc>
      </w:tr>
      <w:tr w:rsidR="00FE62A7" w:rsidRPr="00A560CA" w:rsidTr="00E6286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973F45" w:rsidRDefault="00FE62A7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Default="00FE62A7" w:rsidP="00E62868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ГОСТ 27678‒88 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6869C2" w:rsidRDefault="00FE62A7" w:rsidP="00E62868">
            <w:pPr>
              <w:adjustRightInd/>
            </w:pPr>
            <w:r w:rsidRPr="006869C2">
              <w:t>Плиты древесноструже</w:t>
            </w:r>
            <w:r w:rsidRPr="006869C2">
              <w:t>ч</w:t>
            </w:r>
            <w:r w:rsidRPr="006869C2">
              <w:t>ные и фанера. Перфораторный метод определ</w:t>
            </w:r>
            <w:r w:rsidRPr="006869C2">
              <w:t>е</w:t>
            </w:r>
            <w:r w:rsidRPr="006869C2">
              <w:t>ния содержания формальдег</w:t>
            </w:r>
            <w:r w:rsidRPr="006869C2">
              <w:t>и</w:t>
            </w:r>
            <w:r w:rsidRPr="006869C2">
              <w:t xml:space="preserve">да 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Default="00FE62A7" w:rsidP="00E62868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AM KZ KG MD RU TJ </w:t>
            </w:r>
            <w:r w:rsidR="002B66FB">
              <w:rPr>
                <w:lang w:val="en-US"/>
              </w:rPr>
              <w:t xml:space="preserve">UZ </w:t>
            </w:r>
            <w:r>
              <w:rPr>
                <w:lang w:val="en-US"/>
              </w:rPr>
              <w:t>UA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Default="00FE62A7" w:rsidP="00E62868">
            <w:pPr>
              <w:adjustRightInd/>
              <w:rPr>
                <w:lang w:val="en-US"/>
              </w:rPr>
            </w:pPr>
            <w:r>
              <w:t>Принят</w:t>
            </w:r>
            <w:r>
              <w:rPr>
                <w:lang w:val="en-US"/>
              </w:rPr>
              <w:t xml:space="preserve"> </w:t>
            </w:r>
            <w:r>
              <w:br/>
            </w:r>
            <w:r>
              <w:rPr>
                <w:lang w:val="en-US"/>
              </w:rPr>
              <w:t xml:space="preserve">ГОСТ 27678‒2014 </w:t>
            </w:r>
          </w:p>
        </w:tc>
      </w:tr>
      <w:tr w:rsidR="00FE62A7" w:rsidRPr="00A560CA" w:rsidTr="00E6286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973F45" w:rsidRDefault="00FE62A7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Default="00FE62A7" w:rsidP="00E62868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>ГОСТ 30988.1‒2002</w:t>
            </w:r>
            <w:r>
              <w:rPr>
                <w:lang w:val="en-US"/>
              </w:rPr>
              <w:br/>
              <w:t xml:space="preserve">(МЭК 60884-1:1994)* 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6869C2" w:rsidRDefault="00FE62A7" w:rsidP="00E62868">
            <w:pPr>
              <w:adjustRightInd/>
            </w:pPr>
            <w:r w:rsidRPr="006869C2">
              <w:t>Соединители электрические штепсел</w:t>
            </w:r>
            <w:r w:rsidRPr="006869C2">
              <w:t>ь</w:t>
            </w:r>
            <w:r w:rsidRPr="006869C2">
              <w:t>ные бытового и аналогичного назнач</w:t>
            </w:r>
            <w:r w:rsidRPr="006869C2">
              <w:t>е</w:t>
            </w:r>
            <w:r w:rsidRPr="006869C2">
              <w:t>ния. Часть 1. Общие требования и м</w:t>
            </w:r>
            <w:r w:rsidRPr="006869C2">
              <w:t>е</w:t>
            </w:r>
            <w:r w:rsidRPr="006869C2">
              <w:t xml:space="preserve">тоды испытаний 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AA1CC4" w:rsidRDefault="00FE62A7" w:rsidP="00E62868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>AM KZ KG MD RU TJ UA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CD04A4" w:rsidRDefault="00FE62A7" w:rsidP="00E62868">
            <w:pPr>
              <w:adjustRightInd/>
            </w:pPr>
            <w:r>
              <w:t>Принят</w:t>
            </w:r>
            <w:r w:rsidRPr="00CD04A4">
              <w:t xml:space="preserve"> </w:t>
            </w:r>
            <w:r>
              <w:br/>
            </w:r>
            <w:r w:rsidRPr="00CD04A4">
              <w:t xml:space="preserve">ГОСТ </w:t>
            </w:r>
            <w:r>
              <w:rPr>
                <w:lang w:val="en-US"/>
              </w:rPr>
              <w:t>IEC</w:t>
            </w:r>
            <w:r w:rsidRPr="00CD04A4">
              <w:t xml:space="preserve"> 60884-1‒2013 </w:t>
            </w:r>
          </w:p>
        </w:tc>
        <w:bookmarkStart w:id="0" w:name="_GoBack"/>
        <w:bookmarkEnd w:id="0"/>
      </w:tr>
      <w:tr w:rsidR="00FE62A7" w:rsidRPr="00A560CA" w:rsidTr="00E6286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973F45" w:rsidRDefault="00FE62A7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Default="00FE62A7" w:rsidP="00E62868">
            <w:pPr>
              <w:adjustRightInd/>
              <w:rPr>
                <w:lang w:val="en-US"/>
              </w:rPr>
            </w:pPr>
            <w:r w:rsidRPr="00CD04A4">
              <w:t>ГОСТ ИС</w:t>
            </w:r>
            <w:r>
              <w:rPr>
                <w:lang w:val="en-US"/>
              </w:rPr>
              <w:t xml:space="preserve">О 6312‒2006 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6869C2" w:rsidRDefault="00FE62A7" w:rsidP="00E62868">
            <w:pPr>
              <w:adjustRightInd/>
            </w:pPr>
            <w:r w:rsidRPr="006869C2">
              <w:t>Транспорт дорожный. Накладки то</w:t>
            </w:r>
            <w:r w:rsidRPr="006869C2">
              <w:t>р</w:t>
            </w:r>
            <w:r w:rsidRPr="006869C2">
              <w:t>мозные. Метод испытания на сдвиг накладки в сборе с коло</w:t>
            </w:r>
            <w:r w:rsidRPr="006869C2">
              <w:t>д</w:t>
            </w:r>
            <w:r w:rsidRPr="006869C2">
              <w:t>кой дискового и барабанн</w:t>
            </w:r>
            <w:r w:rsidRPr="006869C2">
              <w:t>о</w:t>
            </w:r>
            <w:r w:rsidRPr="006869C2">
              <w:t xml:space="preserve">го тормозов 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Default="00FE62A7" w:rsidP="00E62868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>AM KZ KG MD RU TJ UA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Default="00FE62A7" w:rsidP="00E62868">
            <w:pPr>
              <w:adjustRightInd/>
              <w:rPr>
                <w:lang w:val="en-US"/>
              </w:rPr>
            </w:pPr>
            <w:r>
              <w:t>Принят</w:t>
            </w:r>
            <w:r>
              <w:rPr>
                <w:lang w:val="en-US"/>
              </w:rPr>
              <w:t xml:space="preserve"> </w:t>
            </w:r>
            <w:r>
              <w:br/>
            </w:r>
            <w:r>
              <w:rPr>
                <w:lang w:val="en-US"/>
              </w:rPr>
              <w:t xml:space="preserve">ГОСТ ISO 6312‒2014 </w:t>
            </w:r>
          </w:p>
        </w:tc>
      </w:tr>
      <w:tr w:rsidR="00FE62A7" w:rsidRPr="00A560CA" w:rsidTr="00E6286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973F45" w:rsidRDefault="00FE62A7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Default="00FE62A7" w:rsidP="00E62868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ГОСТ ИСО 10651-1-2002 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6869C2" w:rsidRDefault="00FE62A7" w:rsidP="00E62868">
            <w:pPr>
              <w:adjustRightInd/>
            </w:pPr>
            <w:r w:rsidRPr="006869C2">
              <w:t>Аппараты искусственной вентиляции легких медицинские. Часть 1. Технич</w:t>
            </w:r>
            <w:r w:rsidRPr="006869C2">
              <w:t>е</w:t>
            </w:r>
            <w:r w:rsidRPr="006869C2">
              <w:t xml:space="preserve">ские требования 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8908DA" w:rsidRDefault="00FE62A7" w:rsidP="00FE62A7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AM BY KZ KG MD RU TJ </w:t>
            </w:r>
            <w:r w:rsidR="002B66FB">
              <w:rPr>
                <w:lang w:val="en-US"/>
              </w:rPr>
              <w:t xml:space="preserve">UZ </w:t>
            </w:r>
            <w:r>
              <w:rPr>
                <w:lang w:val="en-US"/>
              </w:rPr>
              <w:t>UA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FE62A7" w:rsidRDefault="00FE62A7" w:rsidP="00E62868">
            <w:pPr>
              <w:adjustRightInd/>
              <w:spacing w:before="80"/>
              <w:rPr>
                <w:sz w:val="16"/>
                <w:szCs w:val="16"/>
              </w:rPr>
            </w:pPr>
            <w:r>
              <w:t>ГОСТ ИСО 10651-1-2002* принят</w:t>
            </w:r>
            <w:r w:rsidRPr="00CD04A4">
              <w:t xml:space="preserve"> </w:t>
            </w:r>
            <w:r>
              <w:t>на о</w:t>
            </w:r>
            <w:r>
              <w:t>с</w:t>
            </w:r>
            <w:r>
              <w:t xml:space="preserve">нове </w:t>
            </w:r>
            <w:r w:rsidRPr="00CD04A4">
              <w:t xml:space="preserve">ГОСТ </w:t>
            </w:r>
            <w:proofErr w:type="gramStart"/>
            <w:r w:rsidRPr="00CD04A4">
              <w:t>Р</w:t>
            </w:r>
            <w:proofErr w:type="gramEnd"/>
            <w:r w:rsidRPr="00CD04A4">
              <w:t xml:space="preserve"> ИСО 10651.1-99</w:t>
            </w:r>
            <w:r>
              <w:t xml:space="preserve"> мет</w:t>
            </w:r>
            <w:r>
              <w:t>о</w:t>
            </w:r>
            <w:r>
              <w:t xml:space="preserve">дом обложки, который заменен </w:t>
            </w:r>
            <w:r w:rsidRPr="004B005F">
              <w:t xml:space="preserve">ГОСТ Р 50267.12-2006 </w:t>
            </w:r>
            <w:r w:rsidRPr="00CD04A4">
              <w:t xml:space="preserve"> </w:t>
            </w:r>
          </w:p>
        </w:tc>
      </w:tr>
      <w:tr w:rsidR="00FE62A7" w:rsidRPr="008908DA" w:rsidTr="00E6286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973F45" w:rsidRDefault="00FE62A7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1869A1" w:rsidRDefault="00FE62A7" w:rsidP="00E62868">
            <w:pPr>
              <w:adjustRightInd/>
            </w:pPr>
            <w:r>
              <w:t>ПМГ 08</w:t>
            </w:r>
            <w:r w:rsidRPr="00CD04A4">
              <w:t>‒</w:t>
            </w:r>
            <w:r>
              <w:t>94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1869A1" w:rsidRDefault="00FE62A7" w:rsidP="00E62868">
            <w:pPr>
              <w:adjustRightInd/>
            </w:pPr>
            <w:r w:rsidRPr="001869A1">
              <w:t>Порядок взаимного признания аккред</w:t>
            </w:r>
            <w:r w:rsidRPr="001869A1">
              <w:t>и</w:t>
            </w:r>
            <w:r w:rsidRPr="001869A1">
              <w:t>тации лабор</w:t>
            </w:r>
            <w:r w:rsidRPr="001869A1">
              <w:t>а</w:t>
            </w:r>
            <w:r w:rsidRPr="001869A1">
              <w:t>торий, осуществляющих испытания, поверку или калибровку средств изм</w:t>
            </w:r>
            <w:r w:rsidRPr="001869A1">
              <w:t>е</w:t>
            </w:r>
            <w:r w:rsidRPr="001869A1">
              <w:t>рений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8908DA" w:rsidRDefault="00FE62A7" w:rsidP="00FE62A7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>AM BY KZ KG MD RU TJ UA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62A7" w:rsidRPr="00267D46" w:rsidRDefault="00FE62A7" w:rsidP="00E62868">
            <w:pPr>
              <w:adjustRightInd/>
              <w:spacing w:before="80"/>
              <w:rPr>
                <w:sz w:val="16"/>
                <w:szCs w:val="16"/>
                <w:lang w:val="en-US"/>
              </w:rPr>
            </w:pPr>
          </w:p>
        </w:tc>
      </w:tr>
    </w:tbl>
    <w:p w:rsidR="006869C2" w:rsidRDefault="006869C2" w:rsidP="00FE62A7">
      <w:pPr>
        <w:adjustRightInd/>
        <w:rPr>
          <w:lang w:val="en-US"/>
        </w:rPr>
      </w:pPr>
    </w:p>
    <w:p w:rsidR="00FE62A7" w:rsidRPr="00FE62A7" w:rsidRDefault="00FE62A7" w:rsidP="00FE62A7">
      <w:pPr>
        <w:adjustRightInd/>
      </w:pPr>
      <w:r>
        <w:t>*</w:t>
      </w:r>
      <w:r w:rsidRPr="00A26B2C">
        <w:t xml:space="preserve"> </w:t>
      </w:r>
      <w:r>
        <w:t>Те</w:t>
      </w:r>
      <w:proofErr w:type="gramStart"/>
      <w:r>
        <w:t>кст ст</w:t>
      </w:r>
      <w:proofErr w:type="gramEnd"/>
      <w:r>
        <w:t>андарта отсутствует, так как в России действ</w:t>
      </w:r>
      <w:r>
        <w:t>о</w:t>
      </w:r>
      <w:r>
        <w:t>вал национальный стандарт</w:t>
      </w:r>
    </w:p>
    <w:p w:rsidR="00FE62A7" w:rsidRPr="008908DA" w:rsidRDefault="00FE62A7" w:rsidP="00FE62A7">
      <w:pPr>
        <w:adjustRightInd/>
      </w:pPr>
    </w:p>
    <w:sectPr w:rsidR="00FE62A7" w:rsidRPr="008908DA" w:rsidSect="00EB1A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247" w:bottom="1814" w:left="1021" w:header="1134" w:footer="124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36B" w:rsidRDefault="007D636B">
      <w:r>
        <w:separator/>
      </w:r>
    </w:p>
  </w:endnote>
  <w:endnote w:type="continuationSeparator" w:id="0">
    <w:p w:rsidR="007D636B" w:rsidRDefault="007D6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006" w:rsidRDefault="000F10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A66" w:rsidRDefault="00EB1A66" w:rsidP="00EB1A66">
    <w:pPr>
      <w:pStyle w:val="a5"/>
    </w:pPr>
    <w:r>
      <w:t>Приложение №</w:t>
    </w:r>
    <w:r w:rsidR="00887612">
      <w:t>13</w:t>
    </w:r>
    <w:r>
      <w:t xml:space="preserve"> к протоколу </w:t>
    </w:r>
    <w:r w:rsidR="00C32D14">
      <w:t>НТК</w:t>
    </w:r>
    <w:r>
      <w:t xml:space="preserve">С № </w:t>
    </w:r>
    <w:r w:rsidR="00C32D14">
      <w:t>51</w:t>
    </w:r>
    <w:r>
      <w:t>-201</w:t>
    </w:r>
    <w:r w:rsidR="00C32D14">
      <w:t>6</w:t>
    </w:r>
  </w:p>
  <w:p w:rsidR="00EB1A66" w:rsidRDefault="00EB1A66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FE62A7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006" w:rsidRDefault="000F10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36B" w:rsidRDefault="007D636B">
      <w:r>
        <w:separator/>
      </w:r>
    </w:p>
  </w:footnote>
  <w:footnote w:type="continuationSeparator" w:id="0">
    <w:p w:rsidR="007D636B" w:rsidRDefault="007D6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006" w:rsidRDefault="000F10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006" w:rsidRDefault="000F100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A66" w:rsidRDefault="00EB1A66" w:rsidP="00EB1A66">
    <w:pPr>
      <w:pStyle w:val="a3"/>
      <w:ind w:left="6067"/>
    </w:pPr>
    <w:r>
      <w:t xml:space="preserve">Приложение № </w:t>
    </w:r>
    <w:r w:rsidR="00EA58E0">
      <w:t>3</w:t>
    </w:r>
    <w:r w:rsidR="000F1006">
      <w:t>1</w:t>
    </w:r>
    <w:r>
      <w:t xml:space="preserve"> к пр</w:t>
    </w:r>
    <w:r>
      <w:t>о</w:t>
    </w:r>
    <w:r>
      <w:t>токолу</w:t>
    </w:r>
    <w:r>
      <w:br/>
    </w:r>
    <w:r w:rsidR="00FE62A7">
      <w:t>МГ</w:t>
    </w:r>
    <w:r>
      <w:t xml:space="preserve">С № </w:t>
    </w:r>
    <w:r w:rsidR="00FE62A7">
      <w:t>49</w:t>
    </w:r>
    <w:r>
      <w:t>-201</w:t>
    </w:r>
    <w:r w:rsidR="00C32D14"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416E5"/>
    <w:multiLevelType w:val="hybridMultilevel"/>
    <w:tmpl w:val="6158F9C4"/>
    <w:lvl w:ilvl="0" w:tplc="4F34118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attachedTemplate r:id="rId1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E9"/>
    <w:rsid w:val="000115D9"/>
    <w:rsid w:val="0009169D"/>
    <w:rsid w:val="00094F81"/>
    <w:rsid w:val="000A5F1B"/>
    <w:rsid w:val="000A73CE"/>
    <w:rsid w:val="000C1180"/>
    <w:rsid w:val="000C26CD"/>
    <w:rsid w:val="000F1006"/>
    <w:rsid w:val="001869A1"/>
    <w:rsid w:val="001E0B6E"/>
    <w:rsid w:val="00223CBF"/>
    <w:rsid w:val="0024142B"/>
    <w:rsid w:val="00245AC0"/>
    <w:rsid w:val="002540B1"/>
    <w:rsid w:val="00282B21"/>
    <w:rsid w:val="002A4CAF"/>
    <w:rsid w:val="002B66FB"/>
    <w:rsid w:val="002D3029"/>
    <w:rsid w:val="002D5F91"/>
    <w:rsid w:val="00303EB0"/>
    <w:rsid w:val="00312D9B"/>
    <w:rsid w:val="00364F99"/>
    <w:rsid w:val="003A1ED8"/>
    <w:rsid w:val="003B725A"/>
    <w:rsid w:val="003F3EDE"/>
    <w:rsid w:val="00401B04"/>
    <w:rsid w:val="004910ED"/>
    <w:rsid w:val="004A79BE"/>
    <w:rsid w:val="004B005F"/>
    <w:rsid w:val="004B0247"/>
    <w:rsid w:val="004D7B44"/>
    <w:rsid w:val="004E1718"/>
    <w:rsid w:val="00506150"/>
    <w:rsid w:val="00564F98"/>
    <w:rsid w:val="005A062D"/>
    <w:rsid w:val="005B25E4"/>
    <w:rsid w:val="00642EF9"/>
    <w:rsid w:val="00656F6F"/>
    <w:rsid w:val="006869C2"/>
    <w:rsid w:val="006958E7"/>
    <w:rsid w:val="006D081D"/>
    <w:rsid w:val="006D2817"/>
    <w:rsid w:val="006F3E99"/>
    <w:rsid w:val="00726E49"/>
    <w:rsid w:val="007414D6"/>
    <w:rsid w:val="007431FA"/>
    <w:rsid w:val="007D636B"/>
    <w:rsid w:val="00887612"/>
    <w:rsid w:val="008908DA"/>
    <w:rsid w:val="00893C0A"/>
    <w:rsid w:val="008D0663"/>
    <w:rsid w:val="008E5841"/>
    <w:rsid w:val="008F55A4"/>
    <w:rsid w:val="009317FF"/>
    <w:rsid w:val="009466C9"/>
    <w:rsid w:val="00956AEA"/>
    <w:rsid w:val="009A31A0"/>
    <w:rsid w:val="009A419D"/>
    <w:rsid w:val="009A4370"/>
    <w:rsid w:val="009A67C1"/>
    <w:rsid w:val="00A26B2C"/>
    <w:rsid w:val="00A57B5C"/>
    <w:rsid w:val="00AA1CC4"/>
    <w:rsid w:val="00B0341E"/>
    <w:rsid w:val="00B3682A"/>
    <w:rsid w:val="00B7243E"/>
    <w:rsid w:val="00C014FD"/>
    <w:rsid w:val="00C32D14"/>
    <w:rsid w:val="00C43542"/>
    <w:rsid w:val="00C543BB"/>
    <w:rsid w:val="00C55C66"/>
    <w:rsid w:val="00CB1D19"/>
    <w:rsid w:val="00CD04A4"/>
    <w:rsid w:val="00CD5FE9"/>
    <w:rsid w:val="00D57241"/>
    <w:rsid w:val="00DC1BAC"/>
    <w:rsid w:val="00DD5513"/>
    <w:rsid w:val="00DD69C4"/>
    <w:rsid w:val="00E043F6"/>
    <w:rsid w:val="00E42DBA"/>
    <w:rsid w:val="00E62868"/>
    <w:rsid w:val="00E65CC2"/>
    <w:rsid w:val="00E74559"/>
    <w:rsid w:val="00EA58E0"/>
    <w:rsid w:val="00EB1A66"/>
    <w:rsid w:val="00EB583A"/>
    <w:rsid w:val="00ED352A"/>
    <w:rsid w:val="00F25C45"/>
    <w:rsid w:val="00F72DA4"/>
    <w:rsid w:val="00F83662"/>
    <w:rsid w:val="00F90AA4"/>
    <w:rsid w:val="00FE62A7"/>
    <w:rsid w:val="00FF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0C26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C26CD"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C26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C26CD"/>
    <w:rPr>
      <w:rFonts w:ascii="Arial" w:hAnsi="Arial" w:cs="Arial"/>
      <w:sz w:val="20"/>
      <w:szCs w:val="20"/>
    </w:rPr>
  </w:style>
  <w:style w:type="paragraph" w:styleId="a7">
    <w:name w:val="Plain Text"/>
    <w:basedOn w:val="a"/>
    <w:link w:val="a8"/>
    <w:rsid w:val="000C26CD"/>
    <w:pPr>
      <w:autoSpaceDE/>
      <w:autoSpaceDN/>
      <w:adjustRightInd/>
    </w:pPr>
    <w:rPr>
      <w:rFonts w:ascii="Courier New" w:hAnsi="Courier New" w:cs="Times New Roman"/>
    </w:rPr>
  </w:style>
  <w:style w:type="character" w:customStyle="1" w:styleId="a8">
    <w:name w:val="Текст Знак"/>
    <w:link w:val="a7"/>
    <w:rsid w:val="000C26CD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0C26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C26CD"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C26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C26CD"/>
    <w:rPr>
      <w:rFonts w:ascii="Arial" w:hAnsi="Arial" w:cs="Arial"/>
      <w:sz w:val="20"/>
      <w:szCs w:val="20"/>
    </w:rPr>
  </w:style>
  <w:style w:type="paragraph" w:styleId="a7">
    <w:name w:val="Plain Text"/>
    <w:basedOn w:val="a"/>
    <w:link w:val="a8"/>
    <w:rsid w:val="000C26CD"/>
    <w:pPr>
      <w:autoSpaceDE/>
      <w:autoSpaceDN/>
      <w:adjustRightInd/>
    </w:pPr>
    <w:rPr>
      <w:rFonts w:ascii="Courier New" w:hAnsi="Courier New" w:cs="Times New Roman"/>
    </w:rPr>
  </w:style>
  <w:style w:type="character" w:customStyle="1" w:styleId="a8">
    <w:name w:val="Текст Знак"/>
    <w:link w:val="a7"/>
    <w:rsid w:val="000C26CD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44;\&#1052;&#1044;\&#1052;&#1043;&#1057;\N%20T%20K\Stand\48\48%20NTCS%20A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48 NTCS A10</Template>
  <TotalTime>0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</dc:creator>
  <cp:lastModifiedBy>client801_10</cp:lastModifiedBy>
  <cp:revision>2</cp:revision>
  <cp:lastPrinted>2014-10-23T12:15:00Z</cp:lastPrinted>
  <dcterms:created xsi:type="dcterms:W3CDTF">2016-06-16T13:15:00Z</dcterms:created>
  <dcterms:modified xsi:type="dcterms:W3CDTF">2016-06-16T13:15:00Z</dcterms:modified>
</cp:coreProperties>
</file>